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left"/>
        <w:rPr>
          <w:rFonts w:hint="eastAsia" w:ascii="黑体" w:hAnsi="黑体" w:eastAsia="黑体" w:cs="宋体"/>
          <w:color w:val="000000"/>
          <w:kern w:val="0"/>
          <w:sz w:val="18"/>
          <w:szCs w:val="1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非医学需要鉴定胎儿性别和选择性终止妊娠申请书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，家住钦北区小董镇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村（居）委会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队，出生于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日出生，身份证号码：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，丈夫（妻子）叫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，出生于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日出生，身份证号码：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，我们于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日登记结婚，婚后于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日生育第一胎，性别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，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日生育第二胎，性别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；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日生育第三胎，性别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；我们现在计划外怀孕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周。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我们申请自愿做终止妊娠手术，恳请小董镇卫生和计划生育办公室开具有关终止妊娠证明，并对以下事项作出郑重承诺：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1、在终止妊娠中引起的事故、责任由自己承担，与小董镇卫生和计划生育办公室无关。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2、终止妊娠的一切费用自理。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申请人（夫妻双方签字，手印）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联系电话：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spacing w:line="56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年    月    日  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28" w:right="2125" w:bottom="1814" w:left="1418" w:header="851" w:footer="1474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ind w:right="360" w:firstLine="360"/>
      <w:rPr>
        <w:rFonts w:hint="eastAsia" w:eastAsia="方正仿宋_GBK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28395" cy="5511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8395" cy="5511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adjustRightInd w:val="0"/>
                            <w:ind w:left="210" w:leftChars="100" w:right="210" w:rightChars="100"/>
                            <w:jc w:val="both"/>
                            <w:rPr>
                              <w:rStyle w:val="5"/>
                              <w:rFonts w:hint="eastAsia" w:eastAsia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5"/>
                              <w:rFonts w:hint="eastAsia" w:eastAsia="方正仿宋_GBK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5"/>
                              <w:rFonts w:hint="eastAsia" w:eastAsia="方正仿宋_GBK"/>
                              <w:spacing w:val="-2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eastAsia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eastAsia="方正仿宋_GBK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eastAsia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eastAsia="方正仿宋_GBK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eastAsia="方正仿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5"/>
                              <w:rFonts w:hint="eastAsia" w:eastAsia="方正仿宋_GBK"/>
                              <w:spacing w:val="-2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5"/>
                              <w:rFonts w:hint="eastAsia" w:eastAsia="方正仿宋_GBK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43.4pt;width:88.8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PfFbuzRAAAABAEAAA8AAAAAAAAAAQAgAAAAIgAAAGRycy9kb3ducmV2LnhtbFBLAQIUABQAAAAI&#10;AIdO4kAeSSgIuwEAAFMDAAAOAAAAAAAAAAEAIAAAACABAABkcnMvZTJvRG9jLnhtbFBLBQYAAAAA&#10;BgAGAFkBAABN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adjustRightInd w:val="0"/>
                      <w:ind w:left="210" w:leftChars="100" w:right="210" w:rightChars="100"/>
                      <w:jc w:val="both"/>
                      <w:rPr>
                        <w:rStyle w:val="5"/>
                        <w:rFonts w:hint="eastAsia" w:eastAsia="方正仿宋_GBK"/>
                        <w:sz w:val="28"/>
                        <w:szCs w:val="28"/>
                      </w:rPr>
                    </w:pPr>
                    <w:r>
                      <w:rPr>
                        <w:rStyle w:val="5"/>
                        <w:rFonts w:hint="eastAsia" w:eastAsia="方正仿宋_GBK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5"/>
                        <w:rFonts w:hint="eastAsia" w:eastAsia="方正仿宋_GBK"/>
                        <w:spacing w:val="-2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eastAsia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eastAsia="方正仿宋_GBK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eastAsia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eastAsia="方正仿宋_GBK"/>
                        <w:sz w:val="28"/>
                        <w:szCs w:val="28"/>
                      </w:rPr>
                      <w:t>10</w:t>
                    </w:r>
                    <w:r>
                      <w:rPr>
                        <w:rFonts w:eastAsia="方正仿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5"/>
                        <w:rFonts w:hint="eastAsia" w:eastAsia="方正仿宋_GBK"/>
                        <w:spacing w:val="-2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5"/>
                        <w:rFonts w:hint="eastAsia" w:eastAsia="方正仿宋_GBK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01D57"/>
    <w:rsid w:val="1C501D5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2018-08-20T08:17:00Z</dcterms:created>
  <dc:creator>Administrator</dc:creator>
  <cp:lastModifiedBy>Administrator</cp:lastModifiedBy>
  <dcterms:modified xsi:type="dcterms:W3CDTF">2018-08-20T08:17:26Z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